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r w:rsidRPr="004A557C">
        <w:t xml:space="preserve">sektorovou veřejnou zakázku s názvem </w:t>
      </w:r>
      <w:bookmarkStart w:id="0" w:name="_Toc403053768"/>
      <w:r w:rsidRPr="004A557C">
        <w:rPr>
          <w:b/>
        </w:rPr>
        <w:t>„</w:t>
      </w:r>
      <w:bookmarkEnd w:id="0"/>
      <w:r w:rsidR="00EE7921" w:rsidRPr="004A557C">
        <w:rPr>
          <w:rStyle w:val="FontStyle37"/>
          <w:rFonts w:asciiTheme="minorHAnsi" w:hAnsiTheme="minorHAnsi"/>
          <w:color w:val="auto"/>
          <w:sz w:val="18"/>
          <w:szCs w:val="18"/>
        </w:rPr>
        <w:t>Kolín ADM – oprava – dopracování projektové dokumentace</w:t>
      </w:r>
      <w:r w:rsidRPr="004A557C">
        <w:rPr>
          <w:b/>
        </w:rPr>
        <w:t>“</w:t>
      </w:r>
      <w:r w:rsidRPr="004A557C">
        <w:t xml:space="preserve">, </w:t>
      </w:r>
      <w:proofErr w:type="gramStart"/>
      <w:r w:rsidRPr="004A557C">
        <w:t>č.j.</w:t>
      </w:r>
      <w:proofErr w:type="gramEnd"/>
      <w:r w:rsidRPr="004A557C">
        <w:t xml:space="preserve"> </w:t>
      </w:r>
      <w:r w:rsidR="004A557C" w:rsidRPr="004A557C">
        <w:t>33802</w:t>
      </w:r>
      <w:r w:rsidRPr="004A557C">
        <w:t>/20</w:t>
      </w:r>
      <w:r w:rsidR="003B0398" w:rsidRPr="004A557C">
        <w:t>20</w:t>
      </w:r>
      <w:r w:rsidRPr="004A557C">
        <w:t xml:space="preserve">-SŽ-OŘ PHA-OVZ tímto </w:t>
      </w:r>
      <w:r w:rsidRPr="005E4B67">
        <w:t>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DDB7D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28C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55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55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77D2A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FC76F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A557C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EE79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86B6F6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EE792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sharepoint/v3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9C5B85-E067-4AAE-8CE3-254862D8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2020-09-14T11:26:00Z</dcterms:created>
  <dcterms:modified xsi:type="dcterms:W3CDTF">2020-09-15T07:38:00Z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